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0ED6589C" w14:textId="77777777" w:rsidR="00DD7CD0" w:rsidRDefault="00DD7CD0" w:rsidP="007C1AC8">
            <w:pPr>
              <w:pStyle w:val="Adressaat"/>
            </w:pPr>
            <w:r w:rsidRPr="00DD7CD0">
              <w:t>Krisli Lilium-Lepvalts</w:t>
            </w:r>
          </w:p>
          <w:p w14:paraId="794F0C26" w14:textId="77777777" w:rsidR="00DD7CD0" w:rsidRDefault="00DD7CD0" w:rsidP="007C1AC8">
            <w:pPr>
              <w:pStyle w:val="Adressaat"/>
            </w:pPr>
            <w:r w:rsidRPr="00DD7CD0">
              <w:t xml:space="preserve">EluPuu Lasteaed </w:t>
            </w:r>
          </w:p>
          <w:p w14:paraId="19D70AC3" w14:textId="4708BDB4" w:rsidR="00D94241" w:rsidRPr="004D264D" w:rsidRDefault="00DD7CD0" w:rsidP="007C1AC8">
            <w:pPr>
              <w:pStyle w:val="Adressaat"/>
            </w:pPr>
            <w:r w:rsidRPr="00DD7CD0">
              <w:t>krisli.lilium@gmail.com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168F98EB" w:rsidR="00D94241" w:rsidRDefault="007C1AC8" w:rsidP="007C1AC8">
            <w:pPr>
              <w:jc w:val="left"/>
            </w:pPr>
            <w:r>
              <w:t xml:space="preserve">Meie </w:t>
            </w:r>
            <w:r w:rsidR="00DD7CD0">
              <w:t>2</w:t>
            </w:r>
            <w:r>
              <w:t>.</w:t>
            </w:r>
            <w:r w:rsidR="0099731B">
              <w:t>0</w:t>
            </w:r>
            <w:r w:rsidR="00DD7CD0">
              <w:t>9</w:t>
            </w:r>
            <w:r>
              <w:t>.202</w:t>
            </w:r>
            <w:r w:rsidR="00584A3A">
              <w:t>4</w:t>
            </w:r>
            <w:r>
              <w:t xml:space="preserve"> nr </w:t>
            </w:r>
            <w:r w:rsidR="00DD7CD0" w:rsidRPr="00DD7CD0">
              <w:t>7.2-1/5653</w:t>
            </w:r>
          </w:p>
          <w:p w14:paraId="760AF9E1" w14:textId="77777777" w:rsidR="00DD7CD0" w:rsidRDefault="00DD7CD0" w:rsidP="007C1AC8">
            <w:pPr>
              <w:jc w:val="left"/>
            </w:pP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687CF20C" w:rsidR="007C1AC8" w:rsidRDefault="007C1AC8" w:rsidP="00DD7CD0">
      <w:pPr>
        <w:pStyle w:val="Snum"/>
      </w:pPr>
      <w:r>
        <w:t xml:space="preserve">Päästeameti Põhja päästekeskuse ohutusjärelevalve büroo teostas </w:t>
      </w:r>
      <w:r w:rsidR="00DD7CD0">
        <w:t>30</w:t>
      </w:r>
      <w:r>
        <w:t>.0</w:t>
      </w:r>
      <w:r w:rsidR="00DD7CD0">
        <w:t>8</w:t>
      </w:r>
      <w:r>
        <w:t xml:space="preserve">.2024 kontrollkäigu  </w:t>
      </w:r>
      <w:r w:rsidR="0099731B" w:rsidRPr="0099731B">
        <w:t xml:space="preserve">Harju maakond, Rae vald, </w:t>
      </w:r>
      <w:r w:rsidR="00DD7CD0" w:rsidRPr="00DD7CD0">
        <w:t>Vana-Tartu mnt 22c</w:t>
      </w:r>
      <w:r w:rsidR="0099731B">
        <w:t xml:space="preserve">. </w:t>
      </w:r>
      <w:r>
        <w:t xml:space="preserve">Eelpool nimetatud hoones osutab </w:t>
      </w:r>
      <w:r w:rsidR="00DD7CD0">
        <w:t>EluPuu Lasteaed</w:t>
      </w:r>
      <w:r w:rsidR="00DD7CD0">
        <w:t xml:space="preserve"> (</w:t>
      </w:r>
      <w:r w:rsidR="00DD7CD0">
        <w:t>reg. 16962072</w:t>
      </w:r>
      <w:r w:rsidR="00DD7CD0">
        <w:t xml:space="preserve">) </w:t>
      </w:r>
      <w:r>
        <w:t xml:space="preserve">lapsehoiuteenust millel on kuni </w:t>
      </w:r>
      <w:r w:rsidR="00DD7CD0">
        <w:t>24</w:t>
      </w:r>
      <w:r>
        <w:t xml:space="preserve">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r>
        <w:t xml:space="preserve">Mob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822FBD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DAB07" w14:textId="77777777" w:rsidR="00615E4B" w:rsidRDefault="00615E4B" w:rsidP="00DF44DF">
      <w:r>
        <w:separator/>
      </w:r>
    </w:p>
  </w:endnote>
  <w:endnote w:type="continuationSeparator" w:id="0">
    <w:p w14:paraId="54362CEA" w14:textId="77777777" w:rsidR="00615E4B" w:rsidRDefault="00615E4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29D40" w14:textId="77777777" w:rsidR="00615E4B" w:rsidRDefault="00615E4B" w:rsidP="00DF44DF">
      <w:r>
        <w:separator/>
      </w:r>
    </w:p>
  </w:footnote>
  <w:footnote w:type="continuationSeparator" w:id="0">
    <w:p w14:paraId="0E2C05E2" w14:textId="77777777" w:rsidR="00615E4B" w:rsidRDefault="00615E4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>
      <w:fldChar w:fldCharType="begin"/>
    </w:r>
    <w:r>
      <w:instrText xml:space="preserve"> NUMPAGES </w:instrText>
    </w:r>
    <w:r>
      <w:fldChar w:fldCharType="separate"/>
    </w:r>
    <w:r w:rsidR="00A55723">
      <w:rPr>
        <w:noProof/>
      </w:rPr>
      <w:t>2</w:t>
    </w:r>
    <w:r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8481D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E6AC2"/>
    <w:rsid w:val="001F08CC"/>
    <w:rsid w:val="002008A2"/>
    <w:rsid w:val="002509C6"/>
    <w:rsid w:val="002835BB"/>
    <w:rsid w:val="00287CA2"/>
    <w:rsid w:val="00293449"/>
    <w:rsid w:val="002A1D15"/>
    <w:rsid w:val="002B419F"/>
    <w:rsid w:val="002D5980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84A3A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5E4B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C1AC8"/>
    <w:rsid w:val="007D54FC"/>
    <w:rsid w:val="007D6F91"/>
    <w:rsid w:val="00822FBD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469C2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01D1A"/>
    <w:rsid w:val="00C11777"/>
    <w:rsid w:val="00C22C31"/>
    <w:rsid w:val="00C24F66"/>
    <w:rsid w:val="00C27B07"/>
    <w:rsid w:val="00C338F3"/>
    <w:rsid w:val="00C41FC5"/>
    <w:rsid w:val="00C6686C"/>
    <w:rsid w:val="00C7287B"/>
    <w:rsid w:val="00C83346"/>
    <w:rsid w:val="00C83EC9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D7CD0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85</TotalTime>
  <Pages>1</Pages>
  <Words>107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17</cp:revision>
  <cp:lastPrinted>2014-04-03T10:06:00Z</cp:lastPrinted>
  <dcterms:created xsi:type="dcterms:W3CDTF">2022-04-14T06:13:00Z</dcterms:created>
  <dcterms:modified xsi:type="dcterms:W3CDTF">2024-09-02T05:23:00Z</dcterms:modified>
</cp:coreProperties>
</file>